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8E2E86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66489F">
        <w:rPr>
          <w:rStyle w:val="a9"/>
        </w:rPr>
        <w:fldChar w:fldCharType="begin"/>
      </w:r>
      <w:r w:rsidR="0066489F">
        <w:rPr>
          <w:rStyle w:val="a9"/>
        </w:rPr>
        <w:instrText xml:space="preserve"> DOCVARIABLE ceh_info \* MERGEFORMAT </w:instrText>
      </w:r>
      <w:r w:rsidR="0066489F">
        <w:rPr>
          <w:rStyle w:val="a9"/>
        </w:rPr>
        <w:fldChar w:fldCharType="separate"/>
      </w:r>
      <w:r w:rsidR="008E2E86" w:rsidRPr="008E2E86">
        <w:rPr>
          <w:rStyle w:val="a9"/>
        </w:rPr>
        <w:t>Муниципальное унитарное предприятие города Абакана "Абаканские электрические сети"</w:t>
      </w:r>
      <w:r w:rsidR="0066489F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8E2E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3118" w:type="dxa"/>
            <w:vAlign w:val="center"/>
          </w:tcPr>
          <w:p w:rsidR="00AF1EDF" w:rsidRPr="00F06873" w:rsidRDefault="008E2E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63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1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8E2E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3118" w:type="dxa"/>
            <w:vAlign w:val="center"/>
          </w:tcPr>
          <w:p w:rsidR="00AF1EDF" w:rsidRPr="00F06873" w:rsidRDefault="008E2E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63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1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66489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18" w:type="dxa"/>
            <w:vAlign w:val="center"/>
          </w:tcPr>
          <w:p w:rsidR="00AF1EDF" w:rsidRPr="00F06873" w:rsidRDefault="0066489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63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6648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8E2E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8E2E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8E2E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8E2E8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8E2E8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8E2E86">
        <w:trPr>
          <w:cantSplit/>
          <w:trHeight w:val="245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proofErr w:type="gramStart"/>
            <w:r w:rsidRPr="00F06873">
              <w:rPr>
                <w:color w:val="000000"/>
                <w:sz w:val="16"/>
                <w:szCs w:val="16"/>
              </w:rPr>
              <w:t>да,нет</w:t>
            </w:r>
            <w:proofErr w:type="spellEnd"/>
            <w:proofErr w:type="gram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DE2527" w:rsidTr="008E2E86">
        <w:trPr>
          <w:cantSplit/>
          <w:trHeight w:val="2254"/>
        </w:trPr>
        <w:tc>
          <w:tcPr>
            <w:tcW w:w="1242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8E2E86">
        <w:tc>
          <w:tcPr>
            <w:tcW w:w="1242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Pr="00F06873" w:rsidRDefault="008E2E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b/>
                <w:sz w:val="18"/>
                <w:szCs w:val="18"/>
              </w:rPr>
            </w:pPr>
            <w:r w:rsidRPr="008E2E86">
              <w:rPr>
                <w:b/>
                <w:sz w:val="18"/>
                <w:szCs w:val="18"/>
              </w:rPr>
              <w:t>Бухгалтерия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Pr="00F06873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1155.0001А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Pr="00F06873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1155.0002А (1155.0001А)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1155.0003А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1155.0004А (1155.0003А)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1155.0005А (1155.0003А)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1155.0006А (1155.0003А)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b/>
                <w:sz w:val="18"/>
                <w:szCs w:val="18"/>
              </w:rPr>
            </w:pPr>
            <w:r w:rsidRPr="008E2E86">
              <w:rPr>
                <w:b/>
                <w:sz w:val="18"/>
                <w:szCs w:val="18"/>
              </w:rPr>
              <w:t>Отдел экономики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b/>
                <w:sz w:val="18"/>
                <w:szCs w:val="18"/>
              </w:rPr>
            </w:pPr>
            <w:r w:rsidRPr="008E2E86">
              <w:rPr>
                <w:b/>
                <w:sz w:val="18"/>
                <w:szCs w:val="18"/>
              </w:rPr>
              <w:t>Производственно-технический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1155.0009А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1155.0010А (1155.0009А)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1155.0011А (1155.0009А)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1155.0012А (1155.0009А)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1155.0013А (1155.0009А)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7" w:name="_GoBack"/>
            <w:bookmarkEnd w:id="7"/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1155.0014А (1155.0009А)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i/>
                <w:sz w:val="18"/>
                <w:szCs w:val="18"/>
              </w:rPr>
            </w:pPr>
            <w:r w:rsidRPr="008E2E86">
              <w:rPr>
                <w:i/>
                <w:sz w:val="18"/>
                <w:szCs w:val="18"/>
              </w:rPr>
              <w:t>Группа перспективного развития и технологического присоединения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b/>
                <w:sz w:val="18"/>
                <w:szCs w:val="18"/>
              </w:rPr>
            </w:pPr>
            <w:r w:rsidRPr="008E2E86">
              <w:rPr>
                <w:b/>
                <w:sz w:val="18"/>
                <w:szCs w:val="18"/>
              </w:rPr>
              <w:t>Контрактная служба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1155.0017А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1155.0018А (1155.0017А)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b/>
                <w:sz w:val="18"/>
                <w:szCs w:val="18"/>
              </w:rPr>
            </w:pPr>
            <w:r w:rsidRPr="008E2E86">
              <w:rPr>
                <w:b/>
                <w:sz w:val="18"/>
                <w:szCs w:val="18"/>
              </w:rPr>
              <w:t>Организационно-технический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ГО и ЧС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Секретарь-референт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связям с общественностью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b/>
                <w:sz w:val="18"/>
                <w:szCs w:val="18"/>
              </w:rPr>
            </w:pPr>
            <w:r w:rsidRPr="008E2E86">
              <w:rPr>
                <w:b/>
                <w:sz w:val="18"/>
                <w:szCs w:val="18"/>
              </w:rPr>
              <w:t>Юридический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юрисконсульт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b/>
                <w:sz w:val="18"/>
                <w:szCs w:val="18"/>
              </w:rPr>
            </w:pPr>
            <w:r w:rsidRPr="008E2E86">
              <w:rPr>
                <w:b/>
                <w:sz w:val="18"/>
                <w:szCs w:val="18"/>
              </w:rPr>
              <w:t>Отдел транспорта электри</w:t>
            </w:r>
            <w:r w:rsidRPr="008E2E86">
              <w:rPr>
                <w:b/>
                <w:sz w:val="18"/>
                <w:szCs w:val="18"/>
              </w:rPr>
              <w:lastRenderedPageBreak/>
              <w:t>ческой энергии и АИИСКУЭ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i/>
                <w:sz w:val="18"/>
                <w:szCs w:val="18"/>
              </w:rPr>
            </w:pPr>
            <w:r w:rsidRPr="008E2E86">
              <w:rPr>
                <w:i/>
                <w:sz w:val="18"/>
                <w:szCs w:val="18"/>
              </w:rPr>
              <w:t>Группа АСКУЭ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устройствам телемеханики и связи 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i/>
                <w:sz w:val="18"/>
                <w:szCs w:val="18"/>
              </w:rPr>
            </w:pPr>
            <w:r w:rsidRPr="008E2E86">
              <w:rPr>
                <w:i/>
                <w:sz w:val="18"/>
                <w:szCs w:val="18"/>
              </w:rPr>
              <w:t>Группа транспорта электрической энергии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i/>
                <w:sz w:val="18"/>
                <w:szCs w:val="18"/>
              </w:rPr>
            </w:pPr>
            <w:r w:rsidRPr="008E2E86">
              <w:rPr>
                <w:i/>
                <w:sz w:val="18"/>
                <w:szCs w:val="18"/>
              </w:rPr>
              <w:t>Группа контроля и эксплуатации приборов учета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1155.0032А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1155.0033А (1155.0032А)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1155.0035А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расчетам и учету электрической энергии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1155.0036А (1155.0035А)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расчетам и учету электрической энергии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b/>
                <w:sz w:val="18"/>
                <w:szCs w:val="18"/>
              </w:rPr>
            </w:pPr>
            <w:r w:rsidRPr="008E2E86">
              <w:rPr>
                <w:b/>
                <w:sz w:val="18"/>
                <w:szCs w:val="18"/>
              </w:rPr>
              <w:t>Участок № 5 "Оперативно-диспетчерская служба"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режимам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режимам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b/>
                <w:sz w:val="18"/>
                <w:szCs w:val="18"/>
              </w:rPr>
            </w:pPr>
            <w:r w:rsidRPr="008E2E86">
              <w:rPr>
                <w:b/>
                <w:sz w:val="18"/>
                <w:szCs w:val="18"/>
              </w:rPr>
              <w:t>Участок № 6 "Автотранспортный"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1155.0042А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автомобилей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1155.0043А (1155.0042А)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автомобилей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b/>
                <w:sz w:val="18"/>
                <w:szCs w:val="18"/>
              </w:rPr>
            </w:pPr>
            <w:r w:rsidRPr="008E2E86">
              <w:rPr>
                <w:b/>
                <w:sz w:val="18"/>
                <w:szCs w:val="18"/>
              </w:rPr>
              <w:t>Участок № 7 "Служба релейной защиты и автоматики"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Инженер по релейной защите и </w:t>
            </w:r>
            <w:r>
              <w:rPr>
                <w:sz w:val="18"/>
                <w:szCs w:val="18"/>
              </w:rPr>
              <w:lastRenderedPageBreak/>
              <w:t>автоматике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релейной защите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E2E86" w:rsidRPr="00F06873" w:rsidTr="008E2E86">
        <w:tc>
          <w:tcPr>
            <w:tcW w:w="1242" w:type="dxa"/>
            <w:shd w:val="clear" w:color="auto" w:fill="auto"/>
            <w:vAlign w:val="center"/>
          </w:tcPr>
          <w:p w:rsid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1155.0048 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E2E86" w:rsidRPr="008E2E86" w:rsidRDefault="008E2E8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аппаратуры релейной защиты и автоматики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E2E86" w:rsidRDefault="008E2E8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="0066489F">
        <w:rPr>
          <w:rStyle w:val="a9"/>
        </w:rPr>
        <w:fldChar w:fldCharType="begin"/>
      </w:r>
      <w:r w:rsidR="0066489F">
        <w:rPr>
          <w:rStyle w:val="a9"/>
        </w:rPr>
        <w:instrText xml:space="preserve"> DOCVARIABLE fill_date \* MERGEFORMAT </w:instrText>
      </w:r>
      <w:r w:rsidR="0066489F">
        <w:rPr>
          <w:rStyle w:val="a9"/>
        </w:rPr>
        <w:fldChar w:fldCharType="separate"/>
      </w:r>
      <w:r w:rsidR="008E2E86">
        <w:rPr>
          <w:rStyle w:val="a9"/>
        </w:rPr>
        <w:t>01.10.2018</w:t>
      </w:r>
      <w:r w:rsidR="0066489F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E2E86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E2E86" w:rsidP="009D6532">
            <w:pPr>
              <w:pStyle w:val="aa"/>
            </w:pPr>
            <w:r>
              <w:t>Толстиков Э.В.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8E2E86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8E2E8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E2E86" w:rsidP="009D6532">
            <w:pPr>
              <w:pStyle w:val="aa"/>
            </w:pPr>
            <w:r>
              <w:t>Председатель первичной профсоюзной организации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E2E86" w:rsidP="009D6532">
            <w:pPr>
              <w:pStyle w:val="aa"/>
            </w:pPr>
            <w:proofErr w:type="spellStart"/>
            <w:r>
              <w:t>Арапаева</w:t>
            </w:r>
            <w:proofErr w:type="spellEnd"/>
            <w:r>
              <w:t xml:space="preserve"> О.С.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8E2E8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8E2E86" w:rsidRPr="008E2E86" w:rsidTr="008E2E8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  <w:r>
              <w:t xml:space="preserve">Начальник </w:t>
            </w:r>
            <w:proofErr w:type="spellStart"/>
            <w:r>
              <w:t>СПБиОТ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  <w:r>
              <w:t>Дорохин С.А.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</w:p>
        </w:tc>
      </w:tr>
      <w:tr w:rsidR="008E2E86" w:rsidRPr="008E2E86" w:rsidTr="008E2E8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  <w:r w:rsidRPr="008E2E8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  <w:r w:rsidRPr="008E2E8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  <w:r w:rsidRPr="008E2E8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  <w:r w:rsidRPr="008E2E86">
              <w:rPr>
                <w:vertAlign w:val="superscript"/>
              </w:rPr>
              <w:t>(дата)</w:t>
            </w:r>
          </w:p>
        </w:tc>
      </w:tr>
      <w:tr w:rsidR="008E2E86" w:rsidRPr="008E2E86" w:rsidTr="008E2E8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  <w:r>
              <w:t>Начальник юридического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  <w:proofErr w:type="spellStart"/>
            <w:r>
              <w:t>Ожигова</w:t>
            </w:r>
            <w:proofErr w:type="spellEnd"/>
            <w:r>
              <w:t xml:space="preserve"> С.О.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</w:p>
        </w:tc>
      </w:tr>
      <w:tr w:rsidR="008E2E86" w:rsidRPr="008E2E86" w:rsidTr="008E2E8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  <w:r w:rsidRPr="008E2E8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  <w:r w:rsidRPr="008E2E8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  <w:r w:rsidRPr="008E2E8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  <w:r w:rsidRPr="008E2E86">
              <w:rPr>
                <w:vertAlign w:val="superscript"/>
              </w:rPr>
              <w:t>(дата)</w:t>
            </w:r>
          </w:p>
        </w:tc>
      </w:tr>
      <w:tr w:rsidR="008E2E86" w:rsidRPr="008E2E86" w:rsidTr="008E2E8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  <w:r>
              <w:t>Начальник отдела управления персоналом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  <w:proofErr w:type="spellStart"/>
            <w:r>
              <w:t>Отева</w:t>
            </w:r>
            <w:proofErr w:type="spellEnd"/>
            <w:r>
              <w:t xml:space="preserve"> М.Г.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2E86" w:rsidRPr="008E2E86" w:rsidRDefault="008E2E86" w:rsidP="009D6532">
            <w:pPr>
              <w:pStyle w:val="aa"/>
            </w:pPr>
          </w:p>
        </w:tc>
      </w:tr>
      <w:tr w:rsidR="008E2E86" w:rsidRPr="008E2E86" w:rsidTr="008E2E8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  <w:r w:rsidRPr="008E2E8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  <w:r w:rsidRPr="008E2E8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  <w:r w:rsidRPr="008E2E8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E2E86" w:rsidRPr="008E2E86" w:rsidRDefault="008E2E86" w:rsidP="009D6532">
            <w:pPr>
              <w:pStyle w:val="aa"/>
              <w:rPr>
                <w:vertAlign w:val="superscript"/>
              </w:rPr>
            </w:pPr>
            <w:r w:rsidRPr="008E2E86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Эксперт(-ы)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8E2E86" w:rsidTr="008E2E86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E2E86" w:rsidRDefault="008E2E86" w:rsidP="002743B5">
            <w:pPr>
              <w:pStyle w:val="aa"/>
            </w:pPr>
            <w:r w:rsidRPr="008E2E86">
              <w:t>1814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8E2E86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E2E86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8E2E86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E2E86" w:rsidRDefault="008E2E86" w:rsidP="002743B5">
            <w:pPr>
              <w:pStyle w:val="aa"/>
            </w:pPr>
            <w:r w:rsidRPr="008E2E86">
              <w:t>Ишутин Юрий Валерьевич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8E2E86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E2E86" w:rsidRDefault="002743B5" w:rsidP="002743B5">
            <w:pPr>
              <w:pStyle w:val="aa"/>
            </w:pPr>
          </w:p>
        </w:tc>
      </w:tr>
      <w:tr w:rsidR="002743B5" w:rsidRPr="008E2E86" w:rsidTr="008E2E86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8E2E86" w:rsidRDefault="008E2E86" w:rsidP="002743B5">
            <w:pPr>
              <w:pStyle w:val="aa"/>
              <w:rPr>
                <w:b/>
                <w:vertAlign w:val="superscript"/>
              </w:rPr>
            </w:pPr>
            <w:r w:rsidRPr="008E2E8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8E2E86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8E2E86" w:rsidRDefault="008E2E86" w:rsidP="002743B5">
            <w:pPr>
              <w:pStyle w:val="aa"/>
              <w:rPr>
                <w:b/>
                <w:vertAlign w:val="superscript"/>
              </w:rPr>
            </w:pPr>
            <w:r w:rsidRPr="008E2E8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8E2E86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8E2E86" w:rsidRDefault="008E2E86" w:rsidP="002743B5">
            <w:pPr>
              <w:pStyle w:val="aa"/>
              <w:rPr>
                <w:b/>
                <w:vertAlign w:val="superscript"/>
              </w:rPr>
            </w:pPr>
            <w:r w:rsidRPr="008E2E8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8E2E86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8E2E86" w:rsidRDefault="008E2E86" w:rsidP="002743B5">
            <w:pPr>
              <w:pStyle w:val="aa"/>
              <w:rPr>
                <w:vertAlign w:val="superscript"/>
              </w:rPr>
            </w:pPr>
            <w:r w:rsidRPr="008E2E86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566" w:rsidRPr="00815109" w:rsidRDefault="004F5566" w:rsidP="008E2E86">
      <w:pPr>
        <w:rPr>
          <w:szCs w:val="24"/>
        </w:rPr>
      </w:pPr>
      <w:r>
        <w:separator/>
      </w:r>
    </w:p>
  </w:endnote>
  <w:endnote w:type="continuationSeparator" w:id="0">
    <w:p w:rsidR="004F5566" w:rsidRPr="00815109" w:rsidRDefault="004F5566" w:rsidP="008E2E86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89F" w:rsidRDefault="0066489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89F" w:rsidRDefault="0066489F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89F" w:rsidRDefault="0066489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566" w:rsidRPr="00815109" w:rsidRDefault="004F5566" w:rsidP="008E2E86">
      <w:pPr>
        <w:rPr>
          <w:szCs w:val="24"/>
        </w:rPr>
      </w:pPr>
      <w:r>
        <w:separator/>
      </w:r>
    </w:p>
  </w:footnote>
  <w:footnote w:type="continuationSeparator" w:id="0">
    <w:p w:rsidR="004F5566" w:rsidRPr="00815109" w:rsidRDefault="004F5566" w:rsidP="008E2E86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89F" w:rsidRDefault="0066489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89F" w:rsidRDefault="0066489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89F" w:rsidRDefault="0066489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doc_name" w:val="Документ55"/>
    <w:docVar w:name="ceh_info" w:val="Муниципальное унитарное предприятие города Абакана &quot;Абаканские электрические сети&quot;"/>
    <w:docVar w:name="doc_name" w:val="Документ55"/>
    <w:docVar w:name="fill_date" w:val="01.10.2018"/>
    <w:docVar w:name="org_name" w:val="     "/>
    <w:docVar w:name="pers_guids" w:val="263B1DDBA3DD4ECB82595F99AB5AAA65@127-579-343 94"/>
    <w:docVar w:name="pers_snils" w:val="263B1DDBA3DD4ECB82595F99AB5AAA65@127-579-343 94"/>
    <w:docVar w:name="rbtd_name" w:val="Муниципальное унитарное предприятие города Абакана &quot;Абаканские электрические сети&quot;"/>
    <w:docVar w:name="sv_docs" w:val="1"/>
  </w:docVars>
  <w:rsids>
    <w:rsidRoot w:val="008E2E86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4F5566"/>
    <w:rsid w:val="00547088"/>
    <w:rsid w:val="005567D6"/>
    <w:rsid w:val="005645F0"/>
    <w:rsid w:val="00572AE0"/>
    <w:rsid w:val="00584289"/>
    <w:rsid w:val="005F64E6"/>
    <w:rsid w:val="0065289A"/>
    <w:rsid w:val="0066489F"/>
    <w:rsid w:val="0067226F"/>
    <w:rsid w:val="006E4DFC"/>
    <w:rsid w:val="00725C51"/>
    <w:rsid w:val="00820552"/>
    <w:rsid w:val="008E2E86"/>
    <w:rsid w:val="00936F48"/>
    <w:rsid w:val="009647F7"/>
    <w:rsid w:val="009A1326"/>
    <w:rsid w:val="009A638C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CBCEC9"/>
  <w15:docId w15:val="{6CB420D1-F17C-4826-B771-1F3D19A0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E2E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E2E86"/>
    <w:rPr>
      <w:sz w:val="24"/>
    </w:rPr>
  </w:style>
  <w:style w:type="paragraph" w:styleId="ad">
    <w:name w:val="footer"/>
    <w:basedOn w:val="a"/>
    <w:link w:val="ae"/>
    <w:rsid w:val="008E2E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E2E8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Solovyova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79</TotalTime>
  <Pages>4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RePack by SPecialiST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v.solovyova</dc:creator>
  <cp:lastModifiedBy>Дорохин С.А.</cp:lastModifiedBy>
  <cp:revision>2</cp:revision>
  <dcterms:created xsi:type="dcterms:W3CDTF">2018-10-01T16:02:00Z</dcterms:created>
  <dcterms:modified xsi:type="dcterms:W3CDTF">2018-10-02T09:58:00Z</dcterms:modified>
</cp:coreProperties>
</file>